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2DC9F3ED" w:rsidR="00C27A74" w:rsidRPr="00B069C2" w:rsidRDefault="00D348CC" w:rsidP="00C27A74">
      <w:pPr>
        <w:pStyle w:val="ZEmetteur"/>
        <w:rPr>
          <w:rFonts w:ascii="Arial" w:hAnsi="Arial"/>
        </w:rPr>
      </w:pPr>
      <w:r>
        <w:drawing>
          <wp:anchor distT="0" distB="0" distL="114300" distR="114300" simplePos="0" relativeHeight="251658240" behindDoc="0" locked="0" layoutInCell="1" allowOverlap="1" wp14:anchorId="7F1AA44D" wp14:editId="32E94CCB">
            <wp:simplePos x="0" y="0"/>
            <wp:positionH relativeFrom="column">
              <wp:posOffset>-206523</wp:posOffset>
            </wp:positionH>
            <wp:positionV relativeFrom="paragraph">
              <wp:posOffset>-461193</wp:posOffset>
            </wp:positionV>
            <wp:extent cx="1372235" cy="1261745"/>
            <wp:effectExtent l="0" t="0" r="0" b="0"/>
            <wp:wrapNone/>
            <wp:docPr id="1" name="Image 1" descr="C:\Users\s.papin1\Pictures\Ministère des Armées et des Anciens combattants_RV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s.papin1\Pictures\Ministère des Armées et des Anciens combattants_RV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B2CBA" w:rsidRPr="00B069C2">
        <w:rPr>
          <w:rFonts w:ascii="Arial" w:hAnsi="Arial"/>
        </w:rPr>
        <w:t>Marine nationale</w:t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366DC2F4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1A573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6B00098000"/>
            </w:textInput>
          </w:ffData>
        </w:fldChar>
      </w:r>
      <w:r w:rsidR="001A573C">
        <w:rPr>
          <w:rFonts w:ascii="Arial" w:hAnsi="Arial" w:cs="Arial"/>
        </w:rPr>
        <w:instrText xml:space="preserve"> FORMTEXT </w:instrText>
      </w:r>
      <w:r w:rsidR="001A573C">
        <w:rPr>
          <w:rFonts w:ascii="Arial" w:hAnsi="Arial" w:cs="Arial"/>
        </w:rPr>
      </w:r>
      <w:r w:rsidR="001A573C">
        <w:rPr>
          <w:rFonts w:ascii="Arial" w:hAnsi="Arial" w:cs="Arial"/>
        </w:rPr>
        <w:fldChar w:fldCharType="separate"/>
      </w:r>
      <w:r w:rsidR="001A573C">
        <w:rPr>
          <w:rFonts w:ascii="Arial" w:hAnsi="Arial" w:cs="Arial"/>
          <w:noProof/>
        </w:rPr>
        <w:t>26B00098000</w:t>
      </w:r>
      <w:r w:rsidR="001A573C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r w:rsidR="001A573C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joints de qualité AERO au profit de la Marine Nationale."/>
            </w:textInput>
          </w:ffData>
        </w:fldChar>
      </w:r>
      <w:r w:rsidR="001A573C">
        <w:rPr>
          <w:rFonts w:ascii="Arial" w:hAnsi="Arial" w:cs="Arial"/>
        </w:rPr>
        <w:instrText xml:space="preserve"> FORMTEXT </w:instrText>
      </w:r>
      <w:r w:rsidR="001A573C">
        <w:rPr>
          <w:rFonts w:ascii="Arial" w:hAnsi="Arial" w:cs="Arial"/>
        </w:rPr>
      </w:r>
      <w:r w:rsidR="001A573C">
        <w:rPr>
          <w:rFonts w:ascii="Arial" w:hAnsi="Arial" w:cs="Arial"/>
        </w:rPr>
        <w:fldChar w:fldCharType="separate"/>
      </w:r>
      <w:r w:rsidR="001A573C">
        <w:rPr>
          <w:rFonts w:ascii="Arial" w:hAnsi="Arial" w:cs="Arial"/>
          <w:noProof/>
        </w:rPr>
        <w:t>l'approvisionnement de joints de qualité AERO au profit de la Marine Nationale.</w:t>
      </w:r>
      <w:r w:rsidR="001A573C">
        <w:rPr>
          <w:rFonts w:ascii="Arial" w:hAnsi="Arial" w:cs="Arial"/>
        </w:rPr>
        <w:fldChar w:fldCharType="end"/>
      </w:r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0A994E14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6551BED" w14:textId="19DF2227" w:rsidR="00B46277" w:rsidRDefault="00B46277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1E68C921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1A573C">
        <w:rPr>
          <w:rFonts w:ascii="Arial" w:hAnsi="Arial" w:cs="Arial"/>
          <w:sz w:val="22"/>
          <w:szCs w:val="22"/>
        </w:rPr>
        <w:t>ETA Marc HERROU</w:t>
      </w:r>
    </w:p>
    <w:p w14:paraId="7FC67E28" w14:textId="164D2387" w:rsidR="00C27A74" w:rsidRDefault="001A573C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Sous-directeur finances contrats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  <w:bookmarkStart w:id="1" w:name="_GoBack"/>
      <w:bookmarkEnd w:id="1"/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A573C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63BDF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4E3361"/>
    <w:rsid w:val="005043BC"/>
    <w:rsid w:val="00507409"/>
    <w:rsid w:val="0051312A"/>
    <w:rsid w:val="00515002"/>
    <w:rsid w:val="00527135"/>
    <w:rsid w:val="0054114E"/>
    <w:rsid w:val="0054204C"/>
    <w:rsid w:val="0054653C"/>
    <w:rsid w:val="005814EA"/>
    <w:rsid w:val="005B0BAA"/>
    <w:rsid w:val="005C2B5C"/>
    <w:rsid w:val="005F20BE"/>
    <w:rsid w:val="005F39F3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533BA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46277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C2D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348CC"/>
    <w:rsid w:val="00D5088D"/>
    <w:rsid w:val="00D55F81"/>
    <w:rsid w:val="00D640F7"/>
    <w:rsid w:val="00D6451F"/>
    <w:rsid w:val="00D66CDC"/>
    <w:rsid w:val="00D7299E"/>
    <w:rsid w:val="00D834D1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37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23C7-E105-47DD-AD66-A12623F3B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Modèlenb.dot</Template>
  <TotalTime>74</TotalTime>
  <Pages>1</Pages>
  <Words>278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2099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17</cp:revision>
  <cp:lastPrinted>2026-02-12T13:10:00Z</cp:lastPrinted>
  <dcterms:created xsi:type="dcterms:W3CDTF">2024-01-03T10:12:00Z</dcterms:created>
  <dcterms:modified xsi:type="dcterms:W3CDTF">2026-02-12T13:10:00Z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